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22" w:rsidRDefault="00124D22" w:rsidP="007E3766">
      <w:pPr>
        <w:pStyle w:val="Heading1"/>
        <w:jc w:val="center"/>
      </w:pPr>
      <w:r>
        <w:t>Manually Creating Student Accounts for Your Students on Wikispaces</w:t>
      </w:r>
    </w:p>
    <w:p w:rsidR="00124D22" w:rsidRDefault="00124D22" w:rsidP="007E3766">
      <w:pPr>
        <w:pStyle w:val="Subtitle"/>
        <w:jc w:val="center"/>
      </w:pPr>
      <w:r>
        <w:t>An easy way to create accounts on your own- no student email accounts needed!</w:t>
      </w:r>
    </w:p>
    <w:p w:rsidR="00124D22" w:rsidRPr="002E0D7A" w:rsidRDefault="00124D22" w:rsidP="007E3766">
      <w:pPr>
        <w:rPr>
          <w:i/>
        </w:rPr>
      </w:pPr>
      <w:r w:rsidRPr="002E0D7A">
        <w:rPr>
          <w:i/>
        </w:rPr>
        <w:t xml:space="preserve">This tutorial shows Wikispaces users how to create users accounts for student users, provided they have signed up for a </w:t>
      </w:r>
      <w:r w:rsidRPr="002E0D7A">
        <w:rPr>
          <w:b/>
          <w:i/>
        </w:rPr>
        <w:t>Private wiki</w:t>
      </w:r>
      <w:r w:rsidRPr="002E0D7A">
        <w:rPr>
          <w:i/>
        </w:rPr>
        <w:t xml:space="preserve">.  This type of wiki normally costs $5 per month, but Wikispaces is offering </w:t>
      </w:r>
      <w:r w:rsidRPr="002E0D7A">
        <w:rPr>
          <w:b/>
          <w:i/>
        </w:rPr>
        <w:t>250,000 free</w:t>
      </w:r>
      <w:r w:rsidRPr="002E0D7A">
        <w:rPr>
          <w:i/>
        </w:rPr>
        <w:t xml:space="preserve">, private wikis for </w:t>
      </w:r>
      <w:r w:rsidRPr="002E0D7A">
        <w:rPr>
          <w:b/>
          <w:i/>
        </w:rPr>
        <w:t>educators</w:t>
      </w:r>
      <w:r w:rsidRPr="002E0D7A">
        <w:rPr>
          <w:i/>
        </w:rPr>
        <w:t xml:space="preserve">.  To sign up for this limited offer, visit </w:t>
      </w:r>
      <w:r>
        <w:rPr>
          <w:i/>
        </w:rPr>
        <w:t xml:space="preserve">the following site: </w:t>
      </w:r>
      <w:hyperlink r:id="rId7" w:history="1">
        <w:r w:rsidRPr="002E0D7A">
          <w:rPr>
            <w:rStyle w:val="Hyperlink"/>
            <w:i/>
          </w:rPr>
          <w:t>http://www.wikispaces.com/site/for/teachers</w:t>
        </w:r>
      </w:hyperlink>
      <w:r w:rsidRPr="002E0D7A">
        <w:rPr>
          <w:i/>
        </w:rPr>
        <w:t xml:space="preserve">.  This tutorial assumes that the user already has a </w:t>
      </w:r>
      <w:r w:rsidRPr="002E0D7A">
        <w:rPr>
          <w:b/>
          <w:i/>
        </w:rPr>
        <w:t>Wikispaces</w:t>
      </w:r>
      <w:r w:rsidRPr="002E0D7A">
        <w:rPr>
          <w:i/>
        </w:rPr>
        <w:t xml:space="preserve"> account and has created a </w:t>
      </w:r>
      <w:r w:rsidRPr="002E0D7A">
        <w:rPr>
          <w:b/>
          <w:i/>
        </w:rPr>
        <w:t>Private wiki</w:t>
      </w:r>
      <w:r w:rsidRPr="002E0D7A">
        <w:rPr>
          <w:i/>
        </w:rPr>
        <w:t xml:space="preserve"> on this site.  </w:t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t>Sign into Wikispaces with your username and password</w:t>
      </w:r>
      <w:r>
        <w:br/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t xml:space="preserve">From the </w:t>
      </w:r>
      <w:r>
        <w:rPr>
          <w:b/>
        </w:rPr>
        <w:t xml:space="preserve">Actions </w:t>
      </w:r>
      <w:r>
        <w:t xml:space="preserve">menu, click </w:t>
      </w:r>
      <w:r>
        <w:rPr>
          <w:b/>
        </w:rPr>
        <w:t>Manage Space</w:t>
      </w:r>
      <w:r>
        <w:t xml:space="preserve"> – this is located above the </w:t>
      </w:r>
      <w:r w:rsidRPr="0079374E">
        <w:rPr>
          <w:b/>
        </w:rPr>
        <w:t>Navigation Menu</w:t>
      </w:r>
      <w:r>
        <w:rPr>
          <w:b/>
        </w:rPr>
        <w:br/>
      </w:r>
      <w:r w:rsidRPr="009B58F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14.75pt;height:75pt;visibility:visible">
            <v:imagedata r:id="rId8" o:title=""/>
          </v:shape>
        </w:pict>
      </w:r>
      <w:r>
        <w:rPr>
          <w:b/>
        </w:rPr>
        <w:br/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t xml:space="preserve">Under the </w:t>
      </w:r>
      <w:r>
        <w:rPr>
          <w:b/>
        </w:rPr>
        <w:t>People</w:t>
      </w:r>
      <w:r>
        <w:t xml:space="preserve"> heading, click </w:t>
      </w:r>
      <w:r w:rsidRPr="0079374E">
        <w:rPr>
          <w:b/>
        </w:rPr>
        <w:t>User Creator</w:t>
      </w:r>
      <w:r>
        <w:t xml:space="preserve"> </w:t>
      </w:r>
      <w:r w:rsidRPr="009B58F8">
        <w:rPr>
          <w:noProof/>
        </w:rPr>
        <w:pict>
          <v:shape id="Picture 7" o:spid="_x0000_i1026" type="#_x0000_t75" style="width:118.5pt;height:34.5pt;visibility:visible">
            <v:imagedata r:id="rId9" o:title=""/>
          </v:shape>
        </w:pict>
      </w:r>
      <w:r>
        <w:br/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t xml:space="preserve">You will see the following set of steps on the next page: </w:t>
      </w:r>
      <w:r>
        <w:br/>
      </w:r>
      <w:r w:rsidRPr="009B58F8">
        <w:rPr>
          <w:noProof/>
        </w:rPr>
        <w:pict>
          <v:shape id="Picture 10" o:spid="_x0000_i1027" type="#_x0000_t75" style="width:408pt;height:33pt;visibility:visible">
            <v:imagedata r:id="rId10" o:title=""/>
          </v:shape>
        </w:pict>
      </w:r>
      <w:r>
        <w:br/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rPr>
          <w:b/>
        </w:rPr>
        <w:t>Select</w:t>
      </w:r>
      <w:r>
        <w:t xml:space="preserve"> the wiki in which you wish to add users- if necessary, multiple wiki can be selected by holding down the </w:t>
      </w:r>
      <w:r w:rsidRPr="004A67D0">
        <w:rPr>
          <w:b/>
        </w:rPr>
        <w:t>Control</w:t>
      </w:r>
      <w:r>
        <w:t xml:space="preserve"> key while making your selections </w:t>
      </w:r>
      <w:r w:rsidRPr="009B58F8">
        <w:rPr>
          <w:noProof/>
        </w:rPr>
        <w:pict>
          <v:shape id="Picture 13" o:spid="_x0000_i1028" type="#_x0000_t75" style="width:124.5pt;height:14.25pt;visibility:visible">
            <v:imagedata r:id="rId11" o:title=""/>
          </v:shape>
        </w:pict>
      </w:r>
      <w:r>
        <w:br/>
      </w:r>
    </w:p>
    <w:p w:rsidR="00124D22" w:rsidRDefault="00124D22" w:rsidP="002E0D7A">
      <w:pPr>
        <w:pStyle w:val="ListParagraph"/>
        <w:numPr>
          <w:ilvl w:val="0"/>
          <w:numId w:val="1"/>
        </w:numPr>
      </w:pPr>
      <w:r>
        <w:rPr>
          <w:b/>
        </w:rPr>
        <w:t xml:space="preserve">Select </w:t>
      </w:r>
      <w:r>
        <w:t>the method you will use to create your student accounts:</w:t>
      </w:r>
    </w:p>
    <w:p w:rsidR="00124D22" w:rsidRPr="00303676" w:rsidRDefault="00124D22" w:rsidP="00303676">
      <w:pPr>
        <w:pStyle w:val="ListParagraph"/>
        <w:numPr>
          <w:ilvl w:val="1"/>
          <w:numId w:val="1"/>
        </w:numPr>
      </w:pPr>
      <w:r>
        <w:rPr>
          <w:b/>
        </w:rPr>
        <w:t>.xls or .csv</w:t>
      </w:r>
      <w:r>
        <w:t xml:space="preserve"> option- use this if entering from a student data file, such as eSchool </w:t>
      </w:r>
    </w:p>
    <w:p w:rsidR="00124D22" w:rsidRDefault="00124D22" w:rsidP="00303676">
      <w:pPr>
        <w:pStyle w:val="ListParagraph"/>
        <w:numPr>
          <w:ilvl w:val="1"/>
          <w:numId w:val="1"/>
        </w:numPr>
      </w:pPr>
      <w:r>
        <w:rPr>
          <w:b/>
        </w:rPr>
        <w:t xml:space="preserve">Paste a text list </w:t>
      </w:r>
      <w:r>
        <w:t>option- use this to manually enter student names</w:t>
      </w:r>
      <w:r>
        <w:rPr>
          <w:b/>
        </w:rPr>
        <w:br/>
      </w:r>
      <w:r w:rsidRPr="009B58F8">
        <w:rPr>
          <w:noProof/>
        </w:rPr>
        <w:pict>
          <v:shape id="Picture 19" o:spid="_x0000_i1029" type="#_x0000_t75" style="width:302.25pt;height:80.25pt;visibility:visible">
            <v:imagedata r:id="rId12" o:title=""/>
          </v:shape>
        </w:pict>
      </w:r>
      <w:r>
        <w:br/>
      </w:r>
    </w:p>
    <w:p w:rsidR="00124D22" w:rsidRDefault="00124D22" w:rsidP="00473E74">
      <w:pPr>
        <w:pStyle w:val="Heading2"/>
      </w:pPr>
      <w:r>
        <w:t>Option 1: Pasting or typing in a comma-separated list</w:t>
      </w:r>
    </w:p>
    <w:p w:rsidR="00124D22" w:rsidRPr="00473E74" w:rsidRDefault="00124D22" w:rsidP="00473E74">
      <w:r>
        <w:t>The steps listed in this section describe how to create student users by typing in their user names or by copying their new account info into the submission box.</w:t>
      </w:r>
    </w:p>
    <w:p w:rsidR="00124D22" w:rsidRDefault="00124D22" w:rsidP="00303676">
      <w:pPr>
        <w:pStyle w:val="ListParagraph"/>
        <w:numPr>
          <w:ilvl w:val="0"/>
          <w:numId w:val="1"/>
        </w:numPr>
      </w:pPr>
      <w:r>
        <w:rPr>
          <w:b/>
        </w:rPr>
        <w:t>Pasted text list option</w:t>
      </w:r>
      <w:r>
        <w:t>- Enter information as shown below:</w:t>
      </w:r>
      <w:r>
        <w:br/>
      </w:r>
      <w:r w:rsidRPr="009B58F8">
        <w:rPr>
          <w:noProof/>
        </w:rPr>
        <w:pict>
          <v:shape id="Picture 37" o:spid="_x0000_i1030" type="#_x0000_t75" style="width:394.5pt;height:145.5pt;visibility:visible">
            <v:imagedata r:id="rId13" o:title=""/>
          </v:shape>
        </w:pict>
      </w:r>
      <w:r>
        <w:br/>
      </w:r>
    </w:p>
    <w:p w:rsidR="00124D22" w:rsidRDefault="00124D22" w:rsidP="00303676">
      <w:pPr>
        <w:pStyle w:val="ListParagraph"/>
        <w:numPr>
          <w:ilvl w:val="0"/>
          <w:numId w:val="1"/>
        </w:numPr>
      </w:pPr>
      <w:r>
        <w:t xml:space="preserve">The next page asks you to select the correct column- select the appropriate information and click </w:t>
      </w:r>
      <w:r>
        <w:rPr>
          <w:b/>
        </w:rPr>
        <w:t>Continue</w:t>
      </w:r>
      <w:r>
        <w:t xml:space="preserve"> when finished</w:t>
      </w:r>
      <w:r>
        <w:br/>
      </w:r>
      <w:r w:rsidRPr="009B58F8">
        <w:rPr>
          <w:noProof/>
        </w:rPr>
        <w:pict>
          <v:shape id="Picture 40" o:spid="_x0000_i1031" type="#_x0000_t75" style="width:373.5pt;height:98.25pt;visibility:visible">
            <v:imagedata r:id="rId14" o:title=""/>
          </v:shape>
        </w:pict>
      </w:r>
      <w:r>
        <w:br/>
      </w:r>
      <w:r w:rsidRPr="009B58F8">
        <w:rPr>
          <w:noProof/>
        </w:rPr>
        <w:pict>
          <v:shape id="Picture 43" o:spid="_x0000_i1032" type="#_x0000_t75" style="width:406.5pt;height:192pt;visibility:visible">
            <v:imagedata r:id="rId15" o:title=""/>
          </v:shape>
        </w:pict>
      </w:r>
      <w:r>
        <w:br/>
      </w:r>
    </w:p>
    <w:p w:rsidR="00124D22" w:rsidRDefault="00124D22" w:rsidP="00B75177">
      <w:pPr>
        <w:pStyle w:val="ListParagraph"/>
        <w:numPr>
          <w:ilvl w:val="0"/>
          <w:numId w:val="1"/>
        </w:numPr>
      </w:pPr>
      <w:r>
        <w:t xml:space="preserve">The next step, Step 3 on the site, is a Verification page- Verify your user names and passwords, and click </w:t>
      </w:r>
      <w:r>
        <w:rPr>
          <w:b/>
        </w:rPr>
        <w:t xml:space="preserve">Continue </w:t>
      </w:r>
      <w:r>
        <w:t xml:space="preserve">to proceed </w:t>
      </w:r>
      <w:r>
        <w:br/>
      </w:r>
      <w:r w:rsidRPr="009B58F8">
        <w:rPr>
          <w:noProof/>
        </w:rPr>
        <w:pict>
          <v:shape id="Picture 46" o:spid="_x0000_i1033" type="#_x0000_t75" style="width:440.25pt;height:96pt;visibility:visible">
            <v:imagedata r:id="rId16" o:title=""/>
          </v:shape>
        </w:pict>
      </w:r>
      <w:r>
        <w:br/>
      </w:r>
    </w:p>
    <w:p w:rsidR="00124D22" w:rsidRDefault="00124D22" w:rsidP="00B75177">
      <w:pPr>
        <w:pStyle w:val="ListParagraph"/>
        <w:numPr>
          <w:ilvl w:val="0"/>
          <w:numId w:val="1"/>
        </w:numPr>
      </w:pPr>
      <w:r>
        <w:rPr>
          <w:b/>
        </w:rPr>
        <w:t>Confirmation</w:t>
      </w:r>
      <w:r>
        <w:t xml:space="preserve"> page- you have created the users, and the student account info will be emailed to the account which you registered when you signed up for a Wikispaces account</w:t>
      </w:r>
      <w:r>
        <w:br/>
      </w:r>
      <w:r w:rsidRPr="009B58F8">
        <w:rPr>
          <w:noProof/>
        </w:rPr>
        <w:pict>
          <v:shape id="Picture 55" o:spid="_x0000_i1034" type="#_x0000_t75" style="width:438.75pt;height:96.75pt;visibility:visible">
            <v:imagedata r:id="rId17" o:title=""/>
          </v:shape>
        </w:pict>
      </w:r>
      <w:r>
        <w:br/>
      </w:r>
      <w:r w:rsidRPr="009B58F8">
        <w:rPr>
          <w:noProof/>
        </w:rPr>
        <w:pict>
          <v:shape id="Picture 58" o:spid="_x0000_i1035" type="#_x0000_t75" style="width:384pt;height:80.25pt;visibility:visible">
            <v:imagedata r:id="rId18" o:title=""/>
          </v:shape>
        </w:pict>
      </w:r>
    </w:p>
    <w:p w:rsidR="00124D22" w:rsidRDefault="00124D22" w:rsidP="009F0833">
      <w:pPr>
        <w:pStyle w:val="Heading2"/>
      </w:pPr>
      <w:r>
        <w:t>Allowing users to change their password</w:t>
      </w:r>
    </w:p>
    <w:p w:rsidR="00124D22" w:rsidRPr="009F0833" w:rsidRDefault="00124D22" w:rsidP="009F0833">
      <w:r>
        <w:t>After student accounts are created, students should then change their password to something that is easier for them to remember.  Any user can do this once logged in:</w:t>
      </w:r>
    </w:p>
    <w:p w:rsidR="00124D22" w:rsidRDefault="00124D22" w:rsidP="009F0833">
      <w:pPr>
        <w:pStyle w:val="ListParagraph"/>
        <w:numPr>
          <w:ilvl w:val="0"/>
          <w:numId w:val="2"/>
        </w:numPr>
      </w:pPr>
      <w:r>
        <w:t xml:space="preserve">Click your user name at the top of the screen from any page on the site- this will bring up your </w:t>
      </w:r>
      <w:r>
        <w:rPr>
          <w:b/>
        </w:rPr>
        <w:t xml:space="preserve">My Account </w:t>
      </w:r>
      <w:r>
        <w:t xml:space="preserve">page </w:t>
      </w:r>
      <w:r>
        <w:br/>
      </w:r>
      <w:r w:rsidRPr="009B58F8">
        <w:rPr>
          <w:noProof/>
        </w:rPr>
        <w:pict>
          <v:shape id="Picture 61" o:spid="_x0000_i1036" type="#_x0000_t75" style="width:406.5pt;height:104.25pt;visibility:visible">
            <v:imagedata r:id="rId19" o:title=""/>
          </v:shape>
        </w:pict>
      </w:r>
    </w:p>
    <w:p w:rsidR="00124D22" w:rsidRDefault="00124D22" w:rsidP="009F0833">
      <w:pPr>
        <w:pStyle w:val="ListParagraph"/>
        <w:numPr>
          <w:ilvl w:val="0"/>
          <w:numId w:val="2"/>
        </w:numPr>
      </w:pPr>
      <w:r>
        <w:t xml:space="preserve">Click the </w:t>
      </w:r>
      <w:r>
        <w:rPr>
          <w:b/>
        </w:rPr>
        <w:t>Settings</w:t>
      </w:r>
      <w:r>
        <w:t xml:space="preserve"> tab as illustrated above</w:t>
      </w:r>
    </w:p>
    <w:p w:rsidR="00124D22" w:rsidRDefault="00124D22" w:rsidP="009F0833">
      <w:pPr>
        <w:pStyle w:val="ListParagraph"/>
        <w:numPr>
          <w:ilvl w:val="0"/>
          <w:numId w:val="2"/>
        </w:numPr>
      </w:pPr>
      <w:r>
        <w:rPr>
          <w:noProof/>
        </w:rPr>
        <w:t xml:space="preserve">On the next screen, under the </w:t>
      </w:r>
      <w:r>
        <w:rPr>
          <w:b/>
          <w:noProof/>
        </w:rPr>
        <w:t xml:space="preserve">About You </w:t>
      </w:r>
      <w:r>
        <w:rPr>
          <w:noProof/>
        </w:rPr>
        <w:t xml:space="preserve">section click </w:t>
      </w:r>
      <w:r>
        <w:rPr>
          <w:b/>
          <w:noProof/>
        </w:rPr>
        <w:t>Change</w:t>
      </w:r>
      <w:r>
        <w:rPr>
          <w:noProof/>
        </w:rPr>
        <w:t xml:space="preserve"> next to Password</w:t>
      </w:r>
      <w:r>
        <w:rPr>
          <w:noProof/>
        </w:rPr>
        <w:br/>
      </w:r>
      <w:r w:rsidRPr="009B58F8">
        <w:rPr>
          <w:noProof/>
        </w:rPr>
        <w:pict>
          <v:shape id="Picture 67" o:spid="_x0000_i1037" type="#_x0000_t75" style="width:423.75pt;height:75.75pt;visibility:visible">
            <v:imagedata r:id="rId20" o:title=""/>
          </v:shape>
        </w:pict>
      </w:r>
    </w:p>
    <w:p w:rsidR="00124D22" w:rsidRDefault="00124D22" w:rsidP="00473E74">
      <w:pPr>
        <w:pStyle w:val="ListParagraph"/>
      </w:pPr>
    </w:p>
    <w:p w:rsidR="00124D22" w:rsidRPr="007E3766" w:rsidRDefault="00124D22" w:rsidP="009F0833">
      <w:pPr>
        <w:pStyle w:val="ListParagraph"/>
        <w:numPr>
          <w:ilvl w:val="0"/>
          <w:numId w:val="2"/>
        </w:numPr>
      </w:pPr>
      <w:r>
        <w:t xml:space="preserve">Enter your old password, new password (twice for verification purposes) and click </w:t>
      </w:r>
      <w:r>
        <w:rPr>
          <w:b/>
        </w:rPr>
        <w:t>Save</w:t>
      </w:r>
      <w:r>
        <w:t xml:space="preserve"> when finished</w:t>
      </w:r>
      <w:r>
        <w:br/>
      </w:r>
      <w:r w:rsidRPr="009B58F8">
        <w:rPr>
          <w:noProof/>
        </w:rPr>
        <w:pict>
          <v:shape id="Picture 70" o:spid="_x0000_i1038" type="#_x0000_t75" style="width:273.75pt;height:147.75pt;visibility:visible">
            <v:imagedata r:id="rId21" o:title=""/>
          </v:shape>
        </w:pict>
      </w:r>
    </w:p>
    <w:sectPr w:rsidR="00124D22" w:rsidRPr="007E3766" w:rsidSect="00902CDA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D22" w:rsidRDefault="00124D22" w:rsidP="008F0E31">
      <w:pPr>
        <w:spacing w:after="0" w:line="240" w:lineRule="auto"/>
      </w:pPr>
      <w:r>
        <w:separator/>
      </w:r>
    </w:p>
  </w:endnote>
  <w:endnote w:type="continuationSeparator" w:id="1">
    <w:p w:rsidR="00124D22" w:rsidRDefault="00124D22" w:rsidP="008F0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D22" w:rsidRPr="00B76034" w:rsidRDefault="00124D22" w:rsidP="00B76034">
    <w:pPr>
      <w:pStyle w:val="Footer"/>
      <w:jc w:val="center"/>
      <w:rPr>
        <w:rFonts w:cs="Arial"/>
        <w:iCs/>
        <w:sz w:val="18"/>
      </w:rPr>
    </w:pPr>
    <w:r w:rsidRPr="00B76034">
      <w:rPr>
        <w:rFonts w:cs="Arial"/>
        <w:iCs/>
        <w:sz w:val="18"/>
      </w:rPr>
      <w:t>Frederick County Public Schools- Technology Services</w:t>
    </w:r>
  </w:p>
  <w:p w:rsidR="00124D22" w:rsidRPr="00B76034" w:rsidRDefault="00124D22" w:rsidP="00B76034">
    <w:pPr>
      <w:widowControl w:val="0"/>
      <w:jc w:val="center"/>
      <w:rPr>
        <w:rFonts w:cs="Arial"/>
        <w:sz w:val="18"/>
      </w:rPr>
    </w:pPr>
    <w:r w:rsidRPr="00B76034">
      <w:rPr>
        <w:rFonts w:cs="Arial"/>
        <w:sz w:val="18"/>
      </w:rPr>
      <w:t>Wikispaces.com Student Account Creation – Last updated 1/25/09</w:t>
    </w:r>
    <w:r w:rsidRPr="00B76034">
      <w:rPr>
        <w:rFonts w:cs="Arial"/>
        <w:sz w:val="18"/>
      </w:rPr>
      <w:tab/>
    </w:r>
    <w:r w:rsidRPr="00B76034">
      <w:rPr>
        <w:sz w:val="18"/>
      </w:rPr>
      <w:t xml:space="preserve">Page </w:t>
    </w:r>
    <w:r w:rsidRPr="00B76034">
      <w:rPr>
        <w:b/>
        <w:sz w:val="18"/>
      </w:rPr>
      <w:fldChar w:fldCharType="begin"/>
    </w:r>
    <w:r w:rsidRPr="00B76034">
      <w:rPr>
        <w:b/>
        <w:sz w:val="18"/>
      </w:rPr>
      <w:instrText xml:space="preserve"> PAGE </w:instrText>
    </w:r>
    <w:r w:rsidRPr="00B76034">
      <w:rPr>
        <w:b/>
        <w:sz w:val="18"/>
      </w:rPr>
      <w:fldChar w:fldCharType="separate"/>
    </w:r>
    <w:r>
      <w:rPr>
        <w:b/>
        <w:noProof/>
        <w:sz w:val="18"/>
      </w:rPr>
      <w:t>1</w:t>
    </w:r>
    <w:r w:rsidRPr="00B76034">
      <w:rPr>
        <w:b/>
        <w:sz w:val="18"/>
      </w:rPr>
      <w:fldChar w:fldCharType="end"/>
    </w:r>
    <w:r w:rsidRPr="00B76034">
      <w:rPr>
        <w:sz w:val="18"/>
      </w:rPr>
      <w:t xml:space="preserve"> of </w:t>
    </w:r>
    <w:r w:rsidRPr="00B76034">
      <w:rPr>
        <w:b/>
        <w:sz w:val="18"/>
      </w:rPr>
      <w:fldChar w:fldCharType="begin"/>
    </w:r>
    <w:r w:rsidRPr="00B76034">
      <w:rPr>
        <w:b/>
        <w:sz w:val="18"/>
      </w:rPr>
      <w:instrText xml:space="preserve"> NUMPAGES  </w:instrText>
    </w:r>
    <w:r w:rsidRPr="00B76034">
      <w:rPr>
        <w:b/>
        <w:sz w:val="18"/>
      </w:rPr>
      <w:fldChar w:fldCharType="separate"/>
    </w:r>
    <w:r>
      <w:rPr>
        <w:b/>
        <w:noProof/>
        <w:sz w:val="18"/>
      </w:rPr>
      <w:t>4</w:t>
    </w:r>
    <w:r w:rsidRPr="00B76034">
      <w:rPr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D22" w:rsidRDefault="00124D22" w:rsidP="008F0E31">
      <w:pPr>
        <w:spacing w:after="0" w:line="240" w:lineRule="auto"/>
      </w:pPr>
      <w:r>
        <w:separator/>
      </w:r>
    </w:p>
  </w:footnote>
  <w:footnote w:type="continuationSeparator" w:id="1">
    <w:p w:rsidR="00124D22" w:rsidRDefault="00124D22" w:rsidP="008F0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24DF"/>
    <w:multiLevelType w:val="hybridMultilevel"/>
    <w:tmpl w:val="8768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091D21"/>
    <w:multiLevelType w:val="hybridMultilevel"/>
    <w:tmpl w:val="8768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766"/>
    <w:rsid w:val="00001A33"/>
    <w:rsid w:val="000028FD"/>
    <w:rsid w:val="00010E63"/>
    <w:rsid w:val="00011EC9"/>
    <w:rsid w:val="00012F9B"/>
    <w:rsid w:val="00013E33"/>
    <w:rsid w:val="000179BE"/>
    <w:rsid w:val="000206DC"/>
    <w:rsid w:val="00021C9C"/>
    <w:rsid w:val="00023583"/>
    <w:rsid w:val="00024439"/>
    <w:rsid w:val="00026119"/>
    <w:rsid w:val="0002626D"/>
    <w:rsid w:val="0002640B"/>
    <w:rsid w:val="000319E2"/>
    <w:rsid w:val="00031B97"/>
    <w:rsid w:val="00031F3C"/>
    <w:rsid w:val="00032FF2"/>
    <w:rsid w:val="000334DD"/>
    <w:rsid w:val="000336D5"/>
    <w:rsid w:val="0003392A"/>
    <w:rsid w:val="00034479"/>
    <w:rsid w:val="00034C2F"/>
    <w:rsid w:val="0004547E"/>
    <w:rsid w:val="0004592C"/>
    <w:rsid w:val="00050627"/>
    <w:rsid w:val="00052EDF"/>
    <w:rsid w:val="00054E6A"/>
    <w:rsid w:val="0005522D"/>
    <w:rsid w:val="000610D4"/>
    <w:rsid w:val="00061429"/>
    <w:rsid w:val="000616D8"/>
    <w:rsid w:val="00062BD5"/>
    <w:rsid w:val="00062CCD"/>
    <w:rsid w:val="00062E7C"/>
    <w:rsid w:val="00066B49"/>
    <w:rsid w:val="00066C4D"/>
    <w:rsid w:val="0007008C"/>
    <w:rsid w:val="00071C6D"/>
    <w:rsid w:val="00074025"/>
    <w:rsid w:val="000771DC"/>
    <w:rsid w:val="00077F6F"/>
    <w:rsid w:val="00081118"/>
    <w:rsid w:val="00082073"/>
    <w:rsid w:val="00083185"/>
    <w:rsid w:val="00085E52"/>
    <w:rsid w:val="000873F8"/>
    <w:rsid w:val="000934C5"/>
    <w:rsid w:val="00093535"/>
    <w:rsid w:val="000A1D4A"/>
    <w:rsid w:val="000A698F"/>
    <w:rsid w:val="000A7BC9"/>
    <w:rsid w:val="000B2B94"/>
    <w:rsid w:val="000B30F1"/>
    <w:rsid w:val="000B3612"/>
    <w:rsid w:val="000B45D6"/>
    <w:rsid w:val="000B7B9D"/>
    <w:rsid w:val="000B7BFC"/>
    <w:rsid w:val="000C3A64"/>
    <w:rsid w:val="000C40A0"/>
    <w:rsid w:val="000C474F"/>
    <w:rsid w:val="000C7F06"/>
    <w:rsid w:val="000D196D"/>
    <w:rsid w:val="000D1EAD"/>
    <w:rsid w:val="000D7FB4"/>
    <w:rsid w:val="000E0AD2"/>
    <w:rsid w:val="000E33CE"/>
    <w:rsid w:val="000E3A0D"/>
    <w:rsid w:val="000E3A15"/>
    <w:rsid w:val="000E472F"/>
    <w:rsid w:val="000E60BC"/>
    <w:rsid w:val="000E6555"/>
    <w:rsid w:val="000F3890"/>
    <w:rsid w:val="000F3DCA"/>
    <w:rsid w:val="000F7AFB"/>
    <w:rsid w:val="00101967"/>
    <w:rsid w:val="00103E61"/>
    <w:rsid w:val="00106BC0"/>
    <w:rsid w:val="00110124"/>
    <w:rsid w:val="0011047C"/>
    <w:rsid w:val="00112BCB"/>
    <w:rsid w:val="00123379"/>
    <w:rsid w:val="0012428C"/>
    <w:rsid w:val="001242ED"/>
    <w:rsid w:val="00124D22"/>
    <w:rsid w:val="001258E6"/>
    <w:rsid w:val="00125EAB"/>
    <w:rsid w:val="001267C6"/>
    <w:rsid w:val="00130BE1"/>
    <w:rsid w:val="00130E06"/>
    <w:rsid w:val="00130E09"/>
    <w:rsid w:val="00132BB6"/>
    <w:rsid w:val="00134E40"/>
    <w:rsid w:val="00137314"/>
    <w:rsid w:val="00137E30"/>
    <w:rsid w:val="0014164A"/>
    <w:rsid w:val="00142709"/>
    <w:rsid w:val="00143010"/>
    <w:rsid w:val="00144B58"/>
    <w:rsid w:val="001548D0"/>
    <w:rsid w:val="00155877"/>
    <w:rsid w:val="001651CE"/>
    <w:rsid w:val="001661C5"/>
    <w:rsid w:val="00167644"/>
    <w:rsid w:val="00190056"/>
    <w:rsid w:val="00192A91"/>
    <w:rsid w:val="00195F89"/>
    <w:rsid w:val="00196BD4"/>
    <w:rsid w:val="001972A1"/>
    <w:rsid w:val="001A17B9"/>
    <w:rsid w:val="001A515D"/>
    <w:rsid w:val="001A6087"/>
    <w:rsid w:val="001A7DDD"/>
    <w:rsid w:val="001B1BC1"/>
    <w:rsid w:val="001B2A3A"/>
    <w:rsid w:val="001B36E8"/>
    <w:rsid w:val="001B7890"/>
    <w:rsid w:val="001C273E"/>
    <w:rsid w:val="001C35F0"/>
    <w:rsid w:val="001D23EE"/>
    <w:rsid w:val="001D25DF"/>
    <w:rsid w:val="001D2F76"/>
    <w:rsid w:val="001D3DAC"/>
    <w:rsid w:val="001D5D69"/>
    <w:rsid w:val="001D5F6F"/>
    <w:rsid w:val="001D7AFE"/>
    <w:rsid w:val="001E5B3D"/>
    <w:rsid w:val="001E618B"/>
    <w:rsid w:val="001E6ADF"/>
    <w:rsid w:val="001F046C"/>
    <w:rsid w:val="001F0A88"/>
    <w:rsid w:val="001F175A"/>
    <w:rsid w:val="002017D7"/>
    <w:rsid w:val="002033D5"/>
    <w:rsid w:val="00203CC7"/>
    <w:rsid w:val="0020444A"/>
    <w:rsid w:val="00207D8C"/>
    <w:rsid w:val="00211D4B"/>
    <w:rsid w:val="00211FA8"/>
    <w:rsid w:val="002139C3"/>
    <w:rsid w:val="00213C39"/>
    <w:rsid w:val="002142E8"/>
    <w:rsid w:val="0021619D"/>
    <w:rsid w:val="002166F6"/>
    <w:rsid w:val="00223A5E"/>
    <w:rsid w:val="002247DB"/>
    <w:rsid w:val="00225A69"/>
    <w:rsid w:val="0023533E"/>
    <w:rsid w:val="00236381"/>
    <w:rsid w:val="0024444E"/>
    <w:rsid w:val="00244F0F"/>
    <w:rsid w:val="00256623"/>
    <w:rsid w:val="00256D07"/>
    <w:rsid w:val="0026049E"/>
    <w:rsid w:val="00260AD1"/>
    <w:rsid w:val="0026550E"/>
    <w:rsid w:val="0026647D"/>
    <w:rsid w:val="0026696E"/>
    <w:rsid w:val="00267273"/>
    <w:rsid w:val="00270EBB"/>
    <w:rsid w:val="0027126F"/>
    <w:rsid w:val="00272BF4"/>
    <w:rsid w:val="002745B9"/>
    <w:rsid w:val="002746FC"/>
    <w:rsid w:val="002747D4"/>
    <w:rsid w:val="00274DC5"/>
    <w:rsid w:val="00275259"/>
    <w:rsid w:val="00275616"/>
    <w:rsid w:val="002762A5"/>
    <w:rsid w:val="00284E5C"/>
    <w:rsid w:val="0028609C"/>
    <w:rsid w:val="00286D28"/>
    <w:rsid w:val="002929A1"/>
    <w:rsid w:val="00293C64"/>
    <w:rsid w:val="0029763A"/>
    <w:rsid w:val="002A0D79"/>
    <w:rsid w:val="002A4E75"/>
    <w:rsid w:val="002A5A5E"/>
    <w:rsid w:val="002A7052"/>
    <w:rsid w:val="002B2572"/>
    <w:rsid w:val="002B6C09"/>
    <w:rsid w:val="002C08BE"/>
    <w:rsid w:val="002C13D4"/>
    <w:rsid w:val="002C288F"/>
    <w:rsid w:val="002C4607"/>
    <w:rsid w:val="002D2773"/>
    <w:rsid w:val="002D2D23"/>
    <w:rsid w:val="002D6375"/>
    <w:rsid w:val="002D794D"/>
    <w:rsid w:val="002E0D7A"/>
    <w:rsid w:val="002E4986"/>
    <w:rsid w:val="002E579E"/>
    <w:rsid w:val="002E6B98"/>
    <w:rsid w:val="002E7073"/>
    <w:rsid w:val="002F14FF"/>
    <w:rsid w:val="002F1982"/>
    <w:rsid w:val="002F334C"/>
    <w:rsid w:val="002F4B4C"/>
    <w:rsid w:val="002F703F"/>
    <w:rsid w:val="002F7123"/>
    <w:rsid w:val="00301599"/>
    <w:rsid w:val="00303676"/>
    <w:rsid w:val="003059E9"/>
    <w:rsid w:val="00307D63"/>
    <w:rsid w:val="00311391"/>
    <w:rsid w:val="00311D06"/>
    <w:rsid w:val="003131D9"/>
    <w:rsid w:val="003228F2"/>
    <w:rsid w:val="003255E0"/>
    <w:rsid w:val="0032794D"/>
    <w:rsid w:val="0033204D"/>
    <w:rsid w:val="003354BA"/>
    <w:rsid w:val="00336AE1"/>
    <w:rsid w:val="003412D1"/>
    <w:rsid w:val="00341F6F"/>
    <w:rsid w:val="00345A43"/>
    <w:rsid w:val="0035016D"/>
    <w:rsid w:val="00352A7D"/>
    <w:rsid w:val="00352C55"/>
    <w:rsid w:val="00355E4E"/>
    <w:rsid w:val="00357ADE"/>
    <w:rsid w:val="00357DCE"/>
    <w:rsid w:val="00360017"/>
    <w:rsid w:val="003630A2"/>
    <w:rsid w:val="003640DD"/>
    <w:rsid w:val="003645B0"/>
    <w:rsid w:val="00364863"/>
    <w:rsid w:val="0037084D"/>
    <w:rsid w:val="00372871"/>
    <w:rsid w:val="0037369C"/>
    <w:rsid w:val="00375968"/>
    <w:rsid w:val="00376015"/>
    <w:rsid w:val="00381A1E"/>
    <w:rsid w:val="00392394"/>
    <w:rsid w:val="00392420"/>
    <w:rsid w:val="00394749"/>
    <w:rsid w:val="00395C44"/>
    <w:rsid w:val="003A37FE"/>
    <w:rsid w:val="003A5B25"/>
    <w:rsid w:val="003A5F75"/>
    <w:rsid w:val="003B1034"/>
    <w:rsid w:val="003B2B40"/>
    <w:rsid w:val="003B4666"/>
    <w:rsid w:val="003B55FF"/>
    <w:rsid w:val="003C3972"/>
    <w:rsid w:val="003C45C6"/>
    <w:rsid w:val="003C56FC"/>
    <w:rsid w:val="003C696B"/>
    <w:rsid w:val="003D0008"/>
    <w:rsid w:val="003D2D64"/>
    <w:rsid w:val="003E134A"/>
    <w:rsid w:val="003E6D6F"/>
    <w:rsid w:val="003E70E8"/>
    <w:rsid w:val="003E7BAD"/>
    <w:rsid w:val="003F3BCF"/>
    <w:rsid w:val="003F7EC5"/>
    <w:rsid w:val="00401AE8"/>
    <w:rsid w:val="00402A6C"/>
    <w:rsid w:val="00405A27"/>
    <w:rsid w:val="00413084"/>
    <w:rsid w:val="00413177"/>
    <w:rsid w:val="00414DDA"/>
    <w:rsid w:val="00416703"/>
    <w:rsid w:val="0041770C"/>
    <w:rsid w:val="00417807"/>
    <w:rsid w:val="0042120C"/>
    <w:rsid w:val="004220D0"/>
    <w:rsid w:val="0042217A"/>
    <w:rsid w:val="00422C1F"/>
    <w:rsid w:val="00423980"/>
    <w:rsid w:val="00423AB7"/>
    <w:rsid w:val="004258A7"/>
    <w:rsid w:val="0043260C"/>
    <w:rsid w:val="00437E6E"/>
    <w:rsid w:val="00441F38"/>
    <w:rsid w:val="004451D3"/>
    <w:rsid w:val="00445950"/>
    <w:rsid w:val="00446244"/>
    <w:rsid w:val="00447BDA"/>
    <w:rsid w:val="0045201F"/>
    <w:rsid w:val="00463092"/>
    <w:rsid w:val="0046537B"/>
    <w:rsid w:val="00466DD8"/>
    <w:rsid w:val="00472B27"/>
    <w:rsid w:val="00473E74"/>
    <w:rsid w:val="00473FF9"/>
    <w:rsid w:val="00487DC6"/>
    <w:rsid w:val="00494623"/>
    <w:rsid w:val="00494A71"/>
    <w:rsid w:val="00494B0B"/>
    <w:rsid w:val="0049700D"/>
    <w:rsid w:val="004A1CD8"/>
    <w:rsid w:val="004A3E54"/>
    <w:rsid w:val="004A4672"/>
    <w:rsid w:val="004A5D00"/>
    <w:rsid w:val="004A67D0"/>
    <w:rsid w:val="004B0249"/>
    <w:rsid w:val="004B092C"/>
    <w:rsid w:val="004B1DC3"/>
    <w:rsid w:val="004B49C7"/>
    <w:rsid w:val="004B7A95"/>
    <w:rsid w:val="004C0A7F"/>
    <w:rsid w:val="004C0F2C"/>
    <w:rsid w:val="004C1F7E"/>
    <w:rsid w:val="004C1F9A"/>
    <w:rsid w:val="004C354B"/>
    <w:rsid w:val="004C3684"/>
    <w:rsid w:val="004C3963"/>
    <w:rsid w:val="004C5758"/>
    <w:rsid w:val="004C6903"/>
    <w:rsid w:val="004D033D"/>
    <w:rsid w:val="004D19B9"/>
    <w:rsid w:val="004D6EE8"/>
    <w:rsid w:val="004E5E25"/>
    <w:rsid w:val="004E72CD"/>
    <w:rsid w:val="004F3F57"/>
    <w:rsid w:val="004F60A7"/>
    <w:rsid w:val="004F75D0"/>
    <w:rsid w:val="004F7D33"/>
    <w:rsid w:val="005005F5"/>
    <w:rsid w:val="00512847"/>
    <w:rsid w:val="00513264"/>
    <w:rsid w:val="005138CE"/>
    <w:rsid w:val="00515663"/>
    <w:rsid w:val="00520A3D"/>
    <w:rsid w:val="00524F5B"/>
    <w:rsid w:val="005260B0"/>
    <w:rsid w:val="0053171E"/>
    <w:rsid w:val="00535F70"/>
    <w:rsid w:val="00536579"/>
    <w:rsid w:val="00537B9B"/>
    <w:rsid w:val="00540E89"/>
    <w:rsid w:val="00541D5F"/>
    <w:rsid w:val="0054207B"/>
    <w:rsid w:val="00542DE1"/>
    <w:rsid w:val="00546B8B"/>
    <w:rsid w:val="005500C4"/>
    <w:rsid w:val="00560303"/>
    <w:rsid w:val="00564AB4"/>
    <w:rsid w:val="00565571"/>
    <w:rsid w:val="00565C99"/>
    <w:rsid w:val="00566CF3"/>
    <w:rsid w:val="00570946"/>
    <w:rsid w:val="00573272"/>
    <w:rsid w:val="00574D60"/>
    <w:rsid w:val="0057557C"/>
    <w:rsid w:val="0058056D"/>
    <w:rsid w:val="0058268C"/>
    <w:rsid w:val="005831FD"/>
    <w:rsid w:val="005836DA"/>
    <w:rsid w:val="005840B7"/>
    <w:rsid w:val="005877C8"/>
    <w:rsid w:val="00592108"/>
    <w:rsid w:val="00594095"/>
    <w:rsid w:val="00596F30"/>
    <w:rsid w:val="005A7C0C"/>
    <w:rsid w:val="005B0B28"/>
    <w:rsid w:val="005B4367"/>
    <w:rsid w:val="005C0CF1"/>
    <w:rsid w:val="005C35F3"/>
    <w:rsid w:val="005C4E02"/>
    <w:rsid w:val="005C5DDC"/>
    <w:rsid w:val="005C6028"/>
    <w:rsid w:val="005C6DDF"/>
    <w:rsid w:val="005C71ED"/>
    <w:rsid w:val="005D1FFA"/>
    <w:rsid w:val="005D37DF"/>
    <w:rsid w:val="005D3AAC"/>
    <w:rsid w:val="005E1C90"/>
    <w:rsid w:val="005E3047"/>
    <w:rsid w:val="005E341A"/>
    <w:rsid w:val="005E4A27"/>
    <w:rsid w:val="005E4D77"/>
    <w:rsid w:val="005E57E5"/>
    <w:rsid w:val="005E7DC4"/>
    <w:rsid w:val="005F10C8"/>
    <w:rsid w:val="00600ECD"/>
    <w:rsid w:val="00606203"/>
    <w:rsid w:val="0060752D"/>
    <w:rsid w:val="00613B6F"/>
    <w:rsid w:val="0061557B"/>
    <w:rsid w:val="00620F21"/>
    <w:rsid w:val="00621320"/>
    <w:rsid w:val="00621D5C"/>
    <w:rsid w:val="006242D3"/>
    <w:rsid w:val="006244C2"/>
    <w:rsid w:val="00624E86"/>
    <w:rsid w:val="00625B4D"/>
    <w:rsid w:val="00626C05"/>
    <w:rsid w:val="00635B0A"/>
    <w:rsid w:val="006364FD"/>
    <w:rsid w:val="006404E4"/>
    <w:rsid w:val="00643EAC"/>
    <w:rsid w:val="00646395"/>
    <w:rsid w:val="00652DEA"/>
    <w:rsid w:val="00653181"/>
    <w:rsid w:val="0065750E"/>
    <w:rsid w:val="00657888"/>
    <w:rsid w:val="00662D6B"/>
    <w:rsid w:val="006636A3"/>
    <w:rsid w:val="0066672B"/>
    <w:rsid w:val="00666AFE"/>
    <w:rsid w:val="00667171"/>
    <w:rsid w:val="0067053D"/>
    <w:rsid w:val="00670A8B"/>
    <w:rsid w:val="00671DF5"/>
    <w:rsid w:val="00672119"/>
    <w:rsid w:val="006737BF"/>
    <w:rsid w:val="006741A2"/>
    <w:rsid w:val="006876C2"/>
    <w:rsid w:val="00694570"/>
    <w:rsid w:val="00694D7E"/>
    <w:rsid w:val="00695215"/>
    <w:rsid w:val="006971BA"/>
    <w:rsid w:val="006A1E4C"/>
    <w:rsid w:val="006A2B17"/>
    <w:rsid w:val="006A3A56"/>
    <w:rsid w:val="006A557B"/>
    <w:rsid w:val="006A6D7D"/>
    <w:rsid w:val="006B1961"/>
    <w:rsid w:val="006B4296"/>
    <w:rsid w:val="006B4665"/>
    <w:rsid w:val="006B6662"/>
    <w:rsid w:val="006C05B8"/>
    <w:rsid w:val="006C073B"/>
    <w:rsid w:val="006C4EFA"/>
    <w:rsid w:val="006C5DB3"/>
    <w:rsid w:val="006C73AA"/>
    <w:rsid w:val="006D2231"/>
    <w:rsid w:val="006D6EBD"/>
    <w:rsid w:val="006D70B8"/>
    <w:rsid w:val="006E0604"/>
    <w:rsid w:val="006E2614"/>
    <w:rsid w:val="006E2D10"/>
    <w:rsid w:val="006E6161"/>
    <w:rsid w:val="006F5FCC"/>
    <w:rsid w:val="006F6204"/>
    <w:rsid w:val="006F73D1"/>
    <w:rsid w:val="00700D32"/>
    <w:rsid w:val="00702523"/>
    <w:rsid w:val="007045CC"/>
    <w:rsid w:val="00706F1A"/>
    <w:rsid w:val="00710DE8"/>
    <w:rsid w:val="00714FF1"/>
    <w:rsid w:val="00715E4B"/>
    <w:rsid w:val="0071640E"/>
    <w:rsid w:val="00717EE0"/>
    <w:rsid w:val="0072167D"/>
    <w:rsid w:val="00727010"/>
    <w:rsid w:val="0073301D"/>
    <w:rsid w:val="007332FB"/>
    <w:rsid w:val="00733A66"/>
    <w:rsid w:val="007347B8"/>
    <w:rsid w:val="00737240"/>
    <w:rsid w:val="00737606"/>
    <w:rsid w:val="00737664"/>
    <w:rsid w:val="00740093"/>
    <w:rsid w:val="007410EF"/>
    <w:rsid w:val="007429EF"/>
    <w:rsid w:val="007467D8"/>
    <w:rsid w:val="00750384"/>
    <w:rsid w:val="00752832"/>
    <w:rsid w:val="0075358B"/>
    <w:rsid w:val="0075453B"/>
    <w:rsid w:val="00754952"/>
    <w:rsid w:val="00754B72"/>
    <w:rsid w:val="00755BB1"/>
    <w:rsid w:val="007602CE"/>
    <w:rsid w:val="00760399"/>
    <w:rsid w:val="00762DCB"/>
    <w:rsid w:val="0076394F"/>
    <w:rsid w:val="00763ED3"/>
    <w:rsid w:val="00766121"/>
    <w:rsid w:val="00767A05"/>
    <w:rsid w:val="007727CB"/>
    <w:rsid w:val="00772B84"/>
    <w:rsid w:val="00773951"/>
    <w:rsid w:val="00777F76"/>
    <w:rsid w:val="00782E9D"/>
    <w:rsid w:val="007838B7"/>
    <w:rsid w:val="00783F7F"/>
    <w:rsid w:val="00790167"/>
    <w:rsid w:val="0079374E"/>
    <w:rsid w:val="007A2D8F"/>
    <w:rsid w:val="007A4FF0"/>
    <w:rsid w:val="007A5434"/>
    <w:rsid w:val="007A563F"/>
    <w:rsid w:val="007A5D2B"/>
    <w:rsid w:val="007A637F"/>
    <w:rsid w:val="007A7FBB"/>
    <w:rsid w:val="007B5DEA"/>
    <w:rsid w:val="007C0504"/>
    <w:rsid w:val="007C3D1A"/>
    <w:rsid w:val="007C3FDE"/>
    <w:rsid w:val="007D1AE0"/>
    <w:rsid w:val="007E3766"/>
    <w:rsid w:val="007E616A"/>
    <w:rsid w:val="007E6516"/>
    <w:rsid w:val="007F03B9"/>
    <w:rsid w:val="007F0F83"/>
    <w:rsid w:val="007F47DC"/>
    <w:rsid w:val="007F5E03"/>
    <w:rsid w:val="007F7E1D"/>
    <w:rsid w:val="00811E9A"/>
    <w:rsid w:val="00812343"/>
    <w:rsid w:val="00813271"/>
    <w:rsid w:val="0081394D"/>
    <w:rsid w:val="00813990"/>
    <w:rsid w:val="00815BD6"/>
    <w:rsid w:val="00816D46"/>
    <w:rsid w:val="00820903"/>
    <w:rsid w:val="0082371F"/>
    <w:rsid w:val="00831B06"/>
    <w:rsid w:val="00837222"/>
    <w:rsid w:val="00844618"/>
    <w:rsid w:val="00844939"/>
    <w:rsid w:val="00846B7E"/>
    <w:rsid w:val="00847B5E"/>
    <w:rsid w:val="0085062D"/>
    <w:rsid w:val="008529C5"/>
    <w:rsid w:val="00853AE5"/>
    <w:rsid w:val="008548E4"/>
    <w:rsid w:val="00856155"/>
    <w:rsid w:val="00857C51"/>
    <w:rsid w:val="00860513"/>
    <w:rsid w:val="00861A17"/>
    <w:rsid w:val="00862E81"/>
    <w:rsid w:val="008645CC"/>
    <w:rsid w:val="00865681"/>
    <w:rsid w:val="00870563"/>
    <w:rsid w:val="00872692"/>
    <w:rsid w:val="00872C74"/>
    <w:rsid w:val="008805F5"/>
    <w:rsid w:val="00892570"/>
    <w:rsid w:val="008931B1"/>
    <w:rsid w:val="00895A66"/>
    <w:rsid w:val="008964E1"/>
    <w:rsid w:val="00897C25"/>
    <w:rsid w:val="008A263E"/>
    <w:rsid w:val="008A3FEE"/>
    <w:rsid w:val="008A5170"/>
    <w:rsid w:val="008A75AE"/>
    <w:rsid w:val="008A7DE4"/>
    <w:rsid w:val="008B2206"/>
    <w:rsid w:val="008B2286"/>
    <w:rsid w:val="008C11B1"/>
    <w:rsid w:val="008C3A90"/>
    <w:rsid w:val="008C3D4F"/>
    <w:rsid w:val="008C4A08"/>
    <w:rsid w:val="008C4D6A"/>
    <w:rsid w:val="008C5554"/>
    <w:rsid w:val="008C63D2"/>
    <w:rsid w:val="008D20C9"/>
    <w:rsid w:val="008D6714"/>
    <w:rsid w:val="008E59AC"/>
    <w:rsid w:val="008E678C"/>
    <w:rsid w:val="008F0E31"/>
    <w:rsid w:val="008F2FE1"/>
    <w:rsid w:val="008F331F"/>
    <w:rsid w:val="008F3CAE"/>
    <w:rsid w:val="008F46D8"/>
    <w:rsid w:val="008F4E62"/>
    <w:rsid w:val="008F6471"/>
    <w:rsid w:val="008F7D67"/>
    <w:rsid w:val="0090021A"/>
    <w:rsid w:val="00902CDA"/>
    <w:rsid w:val="00905C44"/>
    <w:rsid w:val="00907ADD"/>
    <w:rsid w:val="00907B19"/>
    <w:rsid w:val="00910611"/>
    <w:rsid w:val="00912843"/>
    <w:rsid w:val="00914643"/>
    <w:rsid w:val="00914941"/>
    <w:rsid w:val="00916343"/>
    <w:rsid w:val="00920F5A"/>
    <w:rsid w:val="00922CCF"/>
    <w:rsid w:val="00922F25"/>
    <w:rsid w:val="009259BA"/>
    <w:rsid w:val="00925B26"/>
    <w:rsid w:val="00927A10"/>
    <w:rsid w:val="00930331"/>
    <w:rsid w:val="00931340"/>
    <w:rsid w:val="00934348"/>
    <w:rsid w:val="00937A0C"/>
    <w:rsid w:val="00942676"/>
    <w:rsid w:val="009426C1"/>
    <w:rsid w:val="00942853"/>
    <w:rsid w:val="009439D6"/>
    <w:rsid w:val="00944B6C"/>
    <w:rsid w:val="00945D64"/>
    <w:rsid w:val="00946B2E"/>
    <w:rsid w:val="00947D1D"/>
    <w:rsid w:val="00950026"/>
    <w:rsid w:val="00950FF1"/>
    <w:rsid w:val="00952C63"/>
    <w:rsid w:val="00953081"/>
    <w:rsid w:val="00953CFF"/>
    <w:rsid w:val="00957904"/>
    <w:rsid w:val="0096004B"/>
    <w:rsid w:val="00960CD2"/>
    <w:rsid w:val="00964C4C"/>
    <w:rsid w:val="00965319"/>
    <w:rsid w:val="00974E45"/>
    <w:rsid w:val="00976514"/>
    <w:rsid w:val="009809CF"/>
    <w:rsid w:val="009819D1"/>
    <w:rsid w:val="00983423"/>
    <w:rsid w:val="00984E29"/>
    <w:rsid w:val="00985534"/>
    <w:rsid w:val="00985DDA"/>
    <w:rsid w:val="00994D1D"/>
    <w:rsid w:val="009A0710"/>
    <w:rsid w:val="009A4FC5"/>
    <w:rsid w:val="009A5378"/>
    <w:rsid w:val="009A69A6"/>
    <w:rsid w:val="009B58F8"/>
    <w:rsid w:val="009B5BED"/>
    <w:rsid w:val="009B6CD4"/>
    <w:rsid w:val="009C1431"/>
    <w:rsid w:val="009C5E5B"/>
    <w:rsid w:val="009D269F"/>
    <w:rsid w:val="009D6995"/>
    <w:rsid w:val="009E3327"/>
    <w:rsid w:val="009E6172"/>
    <w:rsid w:val="009E6A92"/>
    <w:rsid w:val="009E6F95"/>
    <w:rsid w:val="009E70A2"/>
    <w:rsid w:val="009F0833"/>
    <w:rsid w:val="009F218D"/>
    <w:rsid w:val="009F5C4B"/>
    <w:rsid w:val="00A031A9"/>
    <w:rsid w:val="00A04432"/>
    <w:rsid w:val="00A111B8"/>
    <w:rsid w:val="00A171E9"/>
    <w:rsid w:val="00A17776"/>
    <w:rsid w:val="00A22689"/>
    <w:rsid w:val="00A227C5"/>
    <w:rsid w:val="00A24BE5"/>
    <w:rsid w:val="00A2643F"/>
    <w:rsid w:val="00A264DB"/>
    <w:rsid w:val="00A26790"/>
    <w:rsid w:val="00A26C7E"/>
    <w:rsid w:val="00A26F83"/>
    <w:rsid w:val="00A32A28"/>
    <w:rsid w:val="00A33097"/>
    <w:rsid w:val="00A34004"/>
    <w:rsid w:val="00A3423E"/>
    <w:rsid w:val="00A3489D"/>
    <w:rsid w:val="00A36842"/>
    <w:rsid w:val="00A37936"/>
    <w:rsid w:val="00A42D06"/>
    <w:rsid w:val="00A525F2"/>
    <w:rsid w:val="00A5368B"/>
    <w:rsid w:val="00A56B78"/>
    <w:rsid w:val="00A56D27"/>
    <w:rsid w:val="00A574A0"/>
    <w:rsid w:val="00A62526"/>
    <w:rsid w:val="00A638B9"/>
    <w:rsid w:val="00A65C85"/>
    <w:rsid w:val="00A66692"/>
    <w:rsid w:val="00A67A2B"/>
    <w:rsid w:val="00A67E0C"/>
    <w:rsid w:val="00A77950"/>
    <w:rsid w:val="00A77E98"/>
    <w:rsid w:val="00A817FE"/>
    <w:rsid w:val="00A81B62"/>
    <w:rsid w:val="00A8228A"/>
    <w:rsid w:val="00A82CE3"/>
    <w:rsid w:val="00A83EF7"/>
    <w:rsid w:val="00A84606"/>
    <w:rsid w:val="00A87AA6"/>
    <w:rsid w:val="00A90351"/>
    <w:rsid w:val="00A93693"/>
    <w:rsid w:val="00A94784"/>
    <w:rsid w:val="00A96200"/>
    <w:rsid w:val="00A966E3"/>
    <w:rsid w:val="00A97F90"/>
    <w:rsid w:val="00AA04A1"/>
    <w:rsid w:val="00AA0D66"/>
    <w:rsid w:val="00AB3E0A"/>
    <w:rsid w:val="00AB6CC9"/>
    <w:rsid w:val="00AC34F2"/>
    <w:rsid w:val="00AC4635"/>
    <w:rsid w:val="00AC6D59"/>
    <w:rsid w:val="00AD165F"/>
    <w:rsid w:val="00AD17D0"/>
    <w:rsid w:val="00AD4806"/>
    <w:rsid w:val="00AD498E"/>
    <w:rsid w:val="00AD7BB4"/>
    <w:rsid w:val="00AE0D47"/>
    <w:rsid w:val="00AE1613"/>
    <w:rsid w:val="00AE16EE"/>
    <w:rsid w:val="00AE206A"/>
    <w:rsid w:val="00AE63AF"/>
    <w:rsid w:val="00AE780C"/>
    <w:rsid w:val="00AF1021"/>
    <w:rsid w:val="00AF3F61"/>
    <w:rsid w:val="00AF41AD"/>
    <w:rsid w:val="00AF44CF"/>
    <w:rsid w:val="00AF50C7"/>
    <w:rsid w:val="00AF6B8A"/>
    <w:rsid w:val="00B054A4"/>
    <w:rsid w:val="00B12F85"/>
    <w:rsid w:val="00B14C90"/>
    <w:rsid w:val="00B1594B"/>
    <w:rsid w:val="00B15BB6"/>
    <w:rsid w:val="00B24469"/>
    <w:rsid w:val="00B30D0E"/>
    <w:rsid w:val="00B36889"/>
    <w:rsid w:val="00B41428"/>
    <w:rsid w:val="00B44CA0"/>
    <w:rsid w:val="00B51761"/>
    <w:rsid w:val="00B527C0"/>
    <w:rsid w:val="00B52911"/>
    <w:rsid w:val="00B52950"/>
    <w:rsid w:val="00B556B5"/>
    <w:rsid w:val="00B57F87"/>
    <w:rsid w:val="00B6318C"/>
    <w:rsid w:val="00B63A43"/>
    <w:rsid w:val="00B6687A"/>
    <w:rsid w:val="00B66E62"/>
    <w:rsid w:val="00B71634"/>
    <w:rsid w:val="00B73B3F"/>
    <w:rsid w:val="00B74391"/>
    <w:rsid w:val="00B75177"/>
    <w:rsid w:val="00B75A94"/>
    <w:rsid w:val="00B76034"/>
    <w:rsid w:val="00B7732D"/>
    <w:rsid w:val="00B778A5"/>
    <w:rsid w:val="00B77F00"/>
    <w:rsid w:val="00B864A4"/>
    <w:rsid w:val="00B8694C"/>
    <w:rsid w:val="00B86E73"/>
    <w:rsid w:val="00B872AC"/>
    <w:rsid w:val="00B873D2"/>
    <w:rsid w:val="00B87DA0"/>
    <w:rsid w:val="00B901B2"/>
    <w:rsid w:val="00B90C5D"/>
    <w:rsid w:val="00B91387"/>
    <w:rsid w:val="00B94AAA"/>
    <w:rsid w:val="00BA2ADE"/>
    <w:rsid w:val="00BA4097"/>
    <w:rsid w:val="00BA4723"/>
    <w:rsid w:val="00BA4851"/>
    <w:rsid w:val="00BA7A06"/>
    <w:rsid w:val="00BB178E"/>
    <w:rsid w:val="00BC7CE9"/>
    <w:rsid w:val="00BD1128"/>
    <w:rsid w:val="00BD1C88"/>
    <w:rsid w:val="00BD728D"/>
    <w:rsid w:val="00BE1891"/>
    <w:rsid w:val="00BE5C0B"/>
    <w:rsid w:val="00BF659D"/>
    <w:rsid w:val="00BF7DE1"/>
    <w:rsid w:val="00C02BB7"/>
    <w:rsid w:val="00C032ED"/>
    <w:rsid w:val="00C052DA"/>
    <w:rsid w:val="00C07B88"/>
    <w:rsid w:val="00C10C3F"/>
    <w:rsid w:val="00C12399"/>
    <w:rsid w:val="00C12DFB"/>
    <w:rsid w:val="00C15E43"/>
    <w:rsid w:val="00C17ED3"/>
    <w:rsid w:val="00C21924"/>
    <w:rsid w:val="00C235F4"/>
    <w:rsid w:val="00C30FBB"/>
    <w:rsid w:val="00C31C41"/>
    <w:rsid w:val="00C35E7A"/>
    <w:rsid w:val="00C40E09"/>
    <w:rsid w:val="00C45DB1"/>
    <w:rsid w:val="00C5288D"/>
    <w:rsid w:val="00C52F69"/>
    <w:rsid w:val="00C53BE7"/>
    <w:rsid w:val="00C55FE7"/>
    <w:rsid w:val="00C562E7"/>
    <w:rsid w:val="00C60CB2"/>
    <w:rsid w:val="00C64840"/>
    <w:rsid w:val="00C67FB9"/>
    <w:rsid w:val="00C7065D"/>
    <w:rsid w:val="00C70694"/>
    <w:rsid w:val="00C734F0"/>
    <w:rsid w:val="00C7595E"/>
    <w:rsid w:val="00C80319"/>
    <w:rsid w:val="00C8279C"/>
    <w:rsid w:val="00C83727"/>
    <w:rsid w:val="00C83AC0"/>
    <w:rsid w:val="00C8700A"/>
    <w:rsid w:val="00C906D6"/>
    <w:rsid w:val="00C951C6"/>
    <w:rsid w:val="00C96422"/>
    <w:rsid w:val="00C96B03"/>
    <w:rsid w:val="00CA0BD5"/>
    <w:rsid w:val="00CA23B7"/>
    <w:rsid w:val="00CA4203"/>
    <w:rsid w:val="00CB069F"/>
    <w:rsid w:val="00CC2CDD"/>
    <w:rsid w:val="00CC31B8"/>
    <w:rsid w:val="00CC382C"/>
    <w:rsid w:val="00CC564D"/>
    <w:rsid w:val="00CC7E1A"/>
    <w:rsid w:val="00CC7FA7"/>
    <w:rsid w:val="00CD1F0C"/>
    <w:rsid w:val="00CD425E"/>
    <w:rsid w:val="00CD4E41"/>
    <w:rsid w:val="00CD52A2"/>
    <w:rsid w:val="00CD55FA"/>
    <w:rsid w:val="00CE07CA"/>
    <w:rsid w:val="00CE2252"/>
    <w:rsid w:val="00CE3B55"/>
    <w:rsid w:val="00CE4C73"/>
    <w:rsid w:val="00CE6E76"/>
    <w:rsid w:val="00CF0D7A"/>
    <w:rsid w:val="00CF27F9"/>
    <w:rsid w:val="00CF2886"/>
    <w:rsid w:val="00CF29C6"/>
    <w:rsid w:val="00CF6F5C"/>
    <w:rsid w:val="00CF7B88"/>
    <w:rsid w:val="00D020EE"/>
    <w:rsid w:val="00D02F45"/>
    <w:rsid w:val="00D041F9"/>
    <w:rsid w:val="00D05458"/>
    <w:rsid w:val="00D12576"/>
    <w:rsid w:val="00D14897"/>
    <w:rsid w:val="00D149BE"/>
    <w:rsid w:val="00D16B93"/>
    <w:rsid w:val="00D1714D"/>
    <w:rsid w:val="00D201DA"/>
    <w:rsid w:val="00D22A18"/>
    <w:rsid w:val="00D242A9"/>
    <w:rsid w:val="00D26428"/>
    <w:rsid w:val="00D30A40"/>
    <w:rsid w:val="00D403D9"/>
    <w:rsid w:val="00D41BB6"/>
    <w:rsid w:val="00D42417"/>
    <w:rsid w:val="00D429E2"/>
    <w:rsid w:val="00D449C1"/>
    <w:rsid w:val="00D47F72"/>
    <w:rsid w:val="00D509A7"/>
    <w:rsid w:val="00D50F6C"/>
    <w:rsid w:val="00D61588"/>
    <w:rsid w:val="00D61A82"/>
    <w:rsid w:val="00D628BE"/>
    <w:rsid w:val="00D62DE1"/>
    <w:rsid w:val="00D6346C"/>
    <w:rsid w:val="00D72074"/>
    <w:rsid w:val="00D732AA"/>
    <w:rsid w:val="00D74123"/>
    <w:rsid w:val="00D76283"/>
    <w:rsid w:val="00D76B31"/>
    <w:rsid w:val="00D80FB3"/>
    <w:rsid w:val="00D82676"/>
    <w:rsid w:val="00D828CA"/>
    <w:rsid w:val="00D83FE6"/>
    <w:rsid w:val="00D86048"/>
    <w:rsid w:val="00D87B93"/>
    <w:rsid w:val="00D87C8B"/>
    <w:rsid w:val="00D91ABC"/>
    <w:rsid w:val="00D9276D"/>
    <w:rsid w:val="00D96DF7"/>
    <w:rsid w:val="00DA49B9"/>
    <w:rsid w:val="00DA5980"/>
    <w:rsid w:val="00DA5A36"/>
    <w:rsid w:val="00DA6857"/>
    <w:rsid w:val="00DA76FE"/>
    <w:rsid w:val="00DB190C"/>
    <w:rsid w:val="00DB6254"/>
    <w:rsid w:val="00DC05EE"/>
    <w:rsid w:val="00DC2067"/>
    <w:rsid w:val="00DC2B99"/>
    <w:rsid w:val="00DC3B4D"/>
    <w:rsid w:val="00DC4ED8"/>
    <w:rsid w:val="00DC7750"/>
    <w:rsid w:val="00DD4C62"/>
    <w:rsid w:val="00DD5836"/>
    <w:rsid w:val="00DE022E"/>
    <w:rsid w:val="00DE1BCD"/>
    <w:rsid w:val="00DE30D0"/>
    <w:rsid w:val="00DE42B2"/>
    <w:rsid w:val="00DE70C9"/>
    <w:rsid w:val="00DF0DE7"/>
    <w:rsid w:val="00E0323F"/>
    <w:rsid w:val="00E07D4A"/>
    <w:rsid w:val="00E11406"/>
    <w:rsid w:val="00E12968"/>
    <w:rsid w:val="00E13995"/>
    <w:rsid w:val="00E14E72"/>
    <w:rsid w:val="00E1563F"/>
    <w:rsid w:val="00E1771F"/>
    <w:rsid w:val="00E20A9F"/>
    <w:rsid w:val="00E2436E"/>
    <w:rsid w:val="00E24442"/>
    <w:rsid w:val="00E263A5"/>
    <w:rsid w:val="00E26AF9"/>
    <w:rsid w:val="00E346DB"/>
    <w:rsid w:val="00E34E6A"/>
    <w:rsid w:val="00E357F6"/>
    <w:rsid w:val="00E3776A"/>
    <w:rsid w:val="00E405A8"/>
    <w:rsid w:val="00E40F47"/>
    <w:rsid w:val="00E4127E"/>
    <w:rsid w:val="00E4288B"/>
    <w:rsid w:val="00E43A58"/>
    <w:rsid w:val="00E444EC"/>
    <w:rsid w:val="00E46B47"/>
    <w:rsid w:val="00E47990"/>
    <w:rsid w:val="00E532B0"/>
    <w:rsid w:val="00E5716B"/>
    <w:rsid w:val="00E61572"/>
    <w:rsid w:val="00E62226"/>
    <w:rsid w:val="00E702B0"/>
    <w:rsid w:val="00E736FB"/>
    <w:rsid w:val="00E73FAA"/>
    <w:rsid w:val="00E75CA0"/>
    <w:rsid w:val="00E77B9E"/>
    <w:rsid w:val="00E831AA"/>
    <w:rsid w:val="00E84D08"/>
    <w:rsid w:val="00E85F58"/>
    <w:rsid w:val="00E94AE5"/>
    <w:rsid w:val="00E94B24"/>
    <w:rsid w:val="00E97906"/>
    <w:rsid w:val="00EA0535"/>
    <w:rsid w:val="00EA3BF2"/>
    <w:rsid w:val="00EA535D"/>
    <w:rsid w:val="00EB2D31"/>
    <w:rsid w:val="00EB45E8"/>
    <w:rsid w:val="00EB6FF6"/>
    <w:rsid w:val="00EC023E"/>
    <w:rsid w:val="00EC08AA"/>
    <w:rsid w:val="00EC2740"/>
    <w:rsid w:val="00EC3579"/>
    <w:rsid w:val="00EC44EE"/>
    <w:rsid w:val="00EC4E26"/>
    <w:rsid w:val="00EC5377"/>
    <w:rsid w:val="00EC5C0E"/>
    <w:rsid w:val="00EC7BAD"/>
    <w:rsid w:val="00ED2B63"/>
    <w:rsid w:val="00ED578C"/>
    <w:rsid w:val="00ED68EF"/>
    <w:rsid w:val="00EE0DEB"/>
    <w:rsid w:val="00EE3758"/>
    <w:rsid w:val="00EE6041"/>
    <w:rsid w:val="00EF20D8"/>
    <w:rsid w:val="00EF36BB"/>
    <w:rsid w:val="00F0335C"/>
    <w:rsid w:val="00F03451"/>
    <w:rsid w:val="00F041DC"/>
    <w:rsid w:val="00F0789F"/>
    <w:rsid w:val="00F14ECD"/>
    <w:rsid w:val="00F15631"/>
    <w:rsid w:val="00F1634E"/>
    <w:rsid w:val="00F22257"/>
    <w:rsid w:val="00F2267E"/>
    <w:rsid w:val="00F22B5A"/>
    <w:rsid w:val="00F23544"/>
    <w:rsid w:val="00F2558C"/>
    <w:rsid w:val="00F2667D"/>
    <w:rsid w:val="00F273CA"/>
    <w:rsid w:val="00F27C90"/>
    <w:rsid w:val="00F3137C"/>
    <w:rsid w:val="00F31B86"/>
    <w:rsid w:val="00F35E11"/>
    <w:rsid w:val="00F40E54"/>
    <w:rsid w:val="00F43DFD"/>
    <w:rsid w:val="00F446F9"/>
    <w:rsid w:val="00F44951"/>
    <w:rsid w:val="00F45334"/>
    <w:rsid w:val="00F46A65"/>
    <w:rsid w:val="00F470ED"/>
    <w:rsid w:val="00F47FCE"/>
    <w:rsid w:val="00F5510D"/>
    <w:rsid w:val="00F5659F"/>
    <w:rsid w:val="00F61EEE"/>
    <w:rsid w:val="00F62E40"/>
    <w:rsid w:val="00F657C2"/>
    <w:rsid w:val="00F66B46"/>
    <w:rsid w:val="00F72981"/>
    <w:rsid w:val="00F73AED"/>
    <w:rsid w:val="00F80D82"/>
    <w:rsid w:val="00F81C38"/>
    <w:rsid w:val="00F82F90"/>
    <w:rsid w:val="00F8467E"/>
    <w:rsid w:val="00F86F14"/>
    <w:rsid w:val="00F91614"/>
    <w:rsid w:val="00F926DC"/>
    <w:rsid w:val="00F93C56"/>
    <w:rsid w:val="00F96070"/>
    <w:rsid w:val="00F97925"/>
    <w:rsid w:val="00F97F4F"/>
    <w:rsid w:val="00FA0B6E"/>
    <w:rsid w:val="00FA377B"/>
    <w:rsid w:val="00FA4882"/>
    <w:rsid w:val="00FA66D6"/>
    <w:rsid w:val="00FA6985"/>
    <w:rsid w:val="00FC0077"/>
    <w:rsid w:val="00FC00D2"/>
    <w:rsid w:val="00FC0A6F"/>
    <w:rsid w:val="00FC1CAF"/>
    <w:rsid w:val="00FC1D79"/>
    <w:rsid w:val="00FC273B"/>
    <w:rsid w:val="00FC28E0"/>
    <w:rsid w:val="00FC5514"/>
    <w:rsid w:val="00FC6895"/>
    <w:rsid w:val="00FD1183"/>
    <w:rsid w:val="00FD2346"/>
    <w:rsid w:val="00FD30FC"/>
    <w:rsid w:val="00FD3648"/>
    <w:rsid w:val="00FD3ED3"/>
    <w:rsid w:val="00FE12C7"/>
    <w:rsid w:val="00FE2768"/>
    <w:rsid w:val="00FE2834"/>
    <w:rsid w:val="00FE47AD"/>
    <w:rsid w:val="00FE4D9E"/>
    <w:rsid w:val="00FF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CD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E376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083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376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0833"/>
    <w:rPr>
      <w:rFonts w:ascii="Cambria" w:hAnsi="Cambria" w:cs="Times New Roman"/>
      <w:b/>
      <w:bCs/>
      <w:color w:val="4F81BD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376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376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rsid w:val="007E376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E0D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3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37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F0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E3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0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F0E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wikispaces.com/site/for/teachers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383</Words>
  <Characters>2187</Characters>
  <Application>Microsoft Office Outlook</Application>
  <DocSecurity>0</DocSecurity>
  <Lines>0</Lines>
  <Paragraphs>0</Paragraphs>
  <ScaleCrop>false</ScaleCrop>
  <Company>fcps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Manually Creating Student Accounts for Your Students on Wikispaces</dc:title>
  <dc:subject/>
  <dc:creator>fcps</dc:creator>
  <cp:keywords/>
  <dc:description/>
  <cp:lastModifiedBy>FCPS</cp:lastModifiedBy>
  <cp:revision>2</cp:revision>
  <dcterms:created xsi:type="dcterms:W3CDTF">2009-01-30T14:23:00Z</dcterms:created>
  <dcterms:modified xsi:type="dcterms:W3CDTF">2009-01-30T14:23:00Z</dcterms:modified>
</cp:coreProperties>
</file>